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C42" w:rsidRDefault="00121C4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6" type="#_x0000_t75" style="position:absolute;margin-left:333pt;margin-top:243pt;width:123.5pt;height:128.4pt;z-index:251656704;visibility:visible">
            <v:imagedata r:id="rId4" o:title=""/>
          </v:shape>
        </w:pict>
      </w:r>
      <w:r>
        <w:rPr>
          <w:noProof/>
        </w:rPr>
        <w:pict>
          <v:shape id="Picture 25" o:spid="_x0000_s1027" type="#_x0000_t75" style="position:absolute;margin-left:234pt;margin-top:243pt;width:105.1pt;height:128.35pt;z-index:251657728;visibility:visible">
            <v:imagedata r:id="rId5" o:title=""/>
          </v:shape>
        </w:pict>
      </w:r>
      <w:r>
        <w:rPr>
          <w:noProof/>
        </w:rPr>
        <w:pict>
          <v:shape id="Picture 30" o:spid="_x0000_s1028" type="#_x0000_t75" style="position:absolute;margin-left:117pt;margin-top:243pt;width:115pt;height:103.9pt;z-index:251659776;visibility:visible">
            <v:imagedata r:id="rId6" o:title=""/>
          </v:shape>
        </w:pict>
      </w:r>
      <w:r>
        <w:rPr>
          <w:noProof/>
        </w:rPr>
        <w:pict>
          <v:shape id="Picture 24" o:spid="_x0000_s1029" type="#_x0000_t75" style="position:absolute;margin-left:0;margin-top:243pt;width:116pt;height:104.6pt;z-index:251660800;visibility:visible">
            <v:imagedata r:id="rId7" o:title=""/>
          </v:shape>
        </w:pict>
      </w:r>
      <w:r>
        <w:rPr>
          <w:noProof/>
        </w:rPr>
        <w:pict>
          <v:shape id="il_fi" o:spid="_x0000_i1025" type="#_x0000_t75" alt="http://www.medicaltourismmag.com/upload/articles/hospitality-and-humanization-for-overall-patient-satisfaction-main.jpg" style="width:102pt;height:106.5pt;visibility:visible">
            <v:imagedata r:id="rId8" o:title=""/>
          </v:shape>
        </w:pict>
      </w:r>
      <w:r>
        <w:rPr>
          <w:noProof/>
        </w:rPr>
        <w:pict>
          <v:shape id="_x0000_i1026" type="#_x0000_t75" alt="http://fc02.deviantart.net/fs70/i/2010/140/7/b/My_Closet_by_Humanization.jpg" style="width:94.5pt;height:111pt;visibility:visible">
            <v:imagedata r:id="rId9" o:title=""/>
          </v:shape>
        </w:pict>
      </w:r>
      <w:r>
        <w:rPr>
          <w:noProof/>
        </w:rPr>
        <w:pict>
          <v:shape id="_x0000_i1027" type="#_x0000_t75" alt="http://i.ytimg.com/vi/-H9qjF4vNxE/0.jpg" style="width:151.5pt;height:108pt;visibility:visible">
            <v:imagedata r:id="rId10" o:title=""/>
          </v:shape>
        </w:pict>
      </w:r>
      <w:r>
        <w:rPr>
          <w:noProof/>
        </w:rPr>
        <w:pict>
          <v:shape id="_x0000_i1028" type="#_x0000_t75" alt="http://mcshortstack.files.wordpress.com/2010/05/audrey-hepburn-unicef-audrey-hepburn-1004227_795_448.jpg" style="width:96pt;height:120.75pt;visibility:visible">
            <v:imagedata r:id="rId11" o:title=""/>
          </v:shape>
        </w:pict>
      </w:r>
      <w:r>
        <w:rPr>
          <w:noProof/>
        </w:rPr>
        <w:pict>
          <v:shape id="_x0000_i1029" type="#_x0000_t75" alt="http://th09.deviantart.net/fs71/PRE/i/2010/157/b/6/Peace_by_Humanization.jpg" style="width:87.75pt;height:116.25pt;visibility:visible">
            <v:imagedata r:id="rId12" o:title=""/>
          </v:shape>
        </w:pict>
      </w:r>
      <w:r>
        <w:rPr>
          <w:noProof/>
        </w:rPr>
        <w:pict>
          <v:shape id="Picture 22" o:spid="_x0000_i1030" type="#_x0000_t75" style="width:114.75pt;height:122.25pt;visibility:visible">
            <v:imagedata r:id="rId13" o:title=""/>
          </v:shape>
        </w:pict>
      </w:r>
      <w:r>
        <w:rPr>
          <w:noProof/>
        </w:rPr>
        <w:pict>
          <v:shape id="Picture 23" o:spid="_x0000_i1031" type="#_x0000_t75" style="width:132.75pt;height:114.75pt;visibility:visible">
            <v:imagedata r:id="rId14" o:title=""/>
          </v:shape>
        </w:pict>
      </w:r>
      <w:r>
        <w:rPr>
          <w:noProof/>
        </w:rPr>
        <w:pict>
          <v:shape id="Picture 26" o:spid="_x0000_i1032" type="#_x0000_t75" style="width:125.25pt;height:120.75pt;visibility:visible">
            <v:imagedata r:id="rId15" o:title=""/>
          </v:shape>
        </w:pict>
      </w:r>
    </w:p>
    <w:p w:rsidR="00121C42" w:rsidRDefault="00121C42"/>
    <w:p w:rsidR="00121C42" w:rsidRDefault="00121C42"/>
    <w:p w:rsidR="00121C42" w:rsidRDefault="00121C42"/>
    <w:p w:rsidR="00121C42" w:rsidRDefault="00121C42">
      <w:r>
        <w:rPr>
          <w:noProof/>
        </w:rPr>
        <w:pict>
          <v:shape id="Picture 29" o:spid="_x0000_s1030" type="#_x0000_t75" style="position:absolute;margin-left:117pt;margin-top:19.5pt;width:120.7pt;height:103.9pt;z-index:251653632;visibility:visible">
            <v:imagedata r:id="rId16" o:title=""/>
          </v:shape>
        </w:pict>
      </w:r>
      <w:r>
        <w:rPr>
          <w:noProof/>
        </w:rPr>
        <w:pict>
          <v:shape id="Picture 27" o:spid="_x0000_s1031" type="#_x0000_t75" style="position:absolute;margin-left:-9pt;margin-top:19.5pt;width:124.8pt;height:122.9pt;z-index:251658752;visibility:visible">
            <v:imagedata r:id="rId17" o:title=""/>
          </v:shape>
        </w:pict>
      </w:r>
    </w:p>
    <w:p w:rsidR="00121C42" w:rsidRDefault="00121C42">
      <w:r>
        <w:rPr>
          <w:noProof/>
        </w:rPr>
        <w:pict>
          <v:shape id="il_fi" o:spid="_x0000_s1032" type="#_x0000_t75" alt="http://www.accu.or.jp/esd/mt-static/ino/uzbekistan/Inclusive%20group%20in%20kindergarten.JPG" style="position:absolute;margin-left:369pt;margin-top:12.05pt;width:113.95pt;height:94.4pt;z-index:251654656;visibility:visible">
            <v:imagedata r:id="rId18" o:title=""/>
          </v:shape>
        </w:pict>
      </w:r>
      <w:r>
        <w:rPr>
          <w:noProof/>
        </w:rPr>
        <w:pict>
          <v:shape id="Picture 31" o:spid="_x0000_s1033" type="#_x0000_t75" style="position:absolute;margin-left:234pt;margin-top:3.05pt;width:136.15pt;height:118.2pt;z-index:251655680;visibility:visible">
            <v:imagedata r:id="rId19" o:title=""/>
          </v:shape>
        </w:pict>
      </w:r>
    </w:p>
    <w:p w:rsidR="00121C42" w:rsidRDefault="00121C42"/>
    <w:p w:rsidR="00121C42" w:rsidRDefault="00121C42" w:rsidP="00BF30AE">
      <w:pPr>
        <w:jc w:val="center"/>
      </w:pPr>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34" type="#_x0000_t158" style="position:absolute;left:0;text-align:left;margin-left:-9pt;margin-top:87.15pt;width:495pt;height:177.45pt;z-index:-251654656" wrapcoords="1636 -729 1276 -638 229 456 -33 1367 -33 6835 524 8020 655 8020 655 17499 3076 18228 5269 18228 5269 18592 7233 19686 7789 19686 7789 21509 7855 21600 8116 21600 8444 21600 8444 21144 20389 19777 20455 19686 20978 18228 21175 16770 21273 13853 21338 8020 21665 6744 21796 6562 21895 5833 21927 456 14269 -729 12600 -729 1636 -729" fillcolor="#3cf" strokecolor="#009" strokeweight="1pt">
            <v:shadow on="t" color="#009" offset="7pt,-7pt"/>
            <v:textpath style="font-family:&quot;Impact&quot;;font-weight:bold;v-text-spacing:52429f;v-text-kern:t" trim="t" fitpath="t" xscale="f" string="&quot;Ease the pain be humane&quot;"/>
            <w10:wrap type="tight"/>
          </v:shape>
        </w:pict>
      </w:r>
    </w:p>
    <w:sectPr w:rsidR="00121C42" w:rsidSect="004069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35D"/>
    <w:rsid w:val="000732E7"/>
    <w:rsid w:val="000D0989"/>
    <w:rsid w:val="00121C42"/>
    <w:rsid w:val="00141E0E"/>
    <w:rsid w:val="00184DD6"/>
    <w:rsid w:val="00331ED1"/>
    <w:rsid w:val="0040697C"/>
    <w:rsid w:val="00421EAF"/>
    <w:rsid w:val="006F4F7E"/>
    <w:rsid w:val="00762509"/>
    <w:rsid w:val="007E7BE0"/>
    <w:rsid w:val="008E131E"/>
    <w:rsid w:val="00994F81"/>
    <w:rsid w:val="00BF30AE"/>
    <w:rsid w:val="00C3635D"/>
    <w:rsid w:val="00D13348"/>
    <w:rsid w:val="00D478C2"/>
    <w:rsid w:val="00D965E2"/>
    <w:rsid w:val="00DC10AA"/>
    <w:rsid w:val="00DD7313"/>
    <w:rsid w:val="00DF0B10"/>
    <w:rsid w:val="00E5392E"/>
    <w:rsid w:val="00F43A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97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36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363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Words>
  <Characters>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REMARKSES</dc:creator>
  <cp:keywords/>
  <dc:description/>
  <cp:lastModifiedBy>Student</cp:lastModifiedBy>
  <cp:revision>2</cp:revision>
  <dcterms:created xsi:type="dcterms:W3CDTF">2012-07-12T00:37:00Z</dcterms:created>
  <dcterms:modified xsi:type="dcterms:W3CDTF">2012-07-12T00:37:00Z</dcterms:modified>
</cp:coreProperties>
</file>